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F5F" w:rsidRPr="00EF1F5F" w:rsidRDefault="00B37426" w:rsidP="00971542">
      <w:pPr>
        <w:jc w:val="center"/>
        <w:rPr>
          <w:b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2785110</wp:posOffset>
            </wp:positionH>
            <wp:positionV relativeFrom="paragraph">
              <wp:posOffset>-373380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1F5F" w:rsidRPr="00EF1F5F">
        <w:rPr>
          <w:b/>
          <w:sz w:val="28"/>
          <w:szCs w:val="28"/>
          <w:lang w:eastAsia="en-US"/>
        </w:rPr>
        <w:t>PLUNGĖS RAJONO SAVIVALDYBĖS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TARYBA</w:t>
      </w:r>
    </w:p>
    <w:p w:rsidR="00EF1F5F" w:rsidRPr="00EF1F5F" w:rsidRDefault="00EF1F5F" w:rsidP="00971542">
      <w:pPr>
        <w:jc w:val="center"/>
        <w:rPr>
          <w:b/>
          <w:sz w:val="28"/>
          <w:szCs w:val="28"/>
          <w:lang w:eastAsia="en-US"/>
        </w:rPr>
      </w:pPr>
    </w:p>
    <w:p w:rsidR="00EF1F5F" w:rsidRDefault="00EF1F5F" w:rsidP="00971542">
      <w:pPr>
        <w:jc w:val="center"/>
        <w:rPr>
          <w:b/>
          <w:sz w:val="28"/>
          <w:szCs w:val="28"/>
          <w:lang w:eastAsia="en-US"/>
        </w:rPr>
      </w:pPr>
      <w:r w:rsidRPr="00EF1F5F">
        <w:rPr>
          <w:b/>
          <w:sz w:val="28"/>
          <w:szCs w:val="28"/>
          <w:lang w:eastAsia="en-US"/>
        </w:rPr>
        <w:t>SPRENDIMAS</w:t>
      </w:r>
    </w:p>
    <w:p w:rsidR="00EF1F5F" w:rsidRDefault="00930935" w:rsidP="00C357AD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DĖL PRITARIMO </w:t>
      </w:r>
      <w:r w:rsidR="002826C7">
        <w:rPr>
          <w:b/>
          <w:sz w:val="28"/>
          <w:szCs w:val="28"/>
          <w:lang w:eastAsia="en-US"/>
        </w:rPr>
        <w:t xml:space="preserve">PLUNGĖS RAJONO </w:t>
      </w:r>
      <w:r>
        <w:rPr>
          <w:b/>
          <w:sz w:val="28"/>
          <w:szCs w:val="28"/>
          <w:lang w:eastAsia="en-US"/>
        </w:rPr>
        <w:t xml:space="preserve">KULIŲ KRAŠTO BENDRUOMENĖS „ALANTAS“ PLANUOJAMAM ĮGYVENDINTI PROJEKTUI „ATVIRA </w:t>
      </w:r>
      <w:r w:rsidR="00B07199">
        <w:rPr>
          <w:b/>
          <w:sz w:val="28"/>
          <w:szCs w:val="28"/>
          <w:lang w:eastAsia="en-US"/>
        </w:rPr>
        <w:t xml:space="preserve">BENDRUOMENĖS </w:t>
      </w:r>
      <w:r>
        <w:rPr>
          <w:b/>
          <w:sz w:val="28"/>
          <w:szCs w:val="28"/>
          <w:lang w:eastAsia="en-US"/>
        </w:rPr>
        <w:t>K</w:t>
      </w:r>
      <w:r w:rsidR="00B07199">
        <w:rPr>
          <w:b/>
          <w:sz w:val="28"/>
          <w:szCs w:val="28"/>
          <w:lang w:eastAsia="en-US"/>
        </w:rPr>
        <w:t>ŪRYBOS</w:t>
      </w:r>
      <w:r>
        <w:rPr>
          <w:b/>
          <w:sz w:val="28"/>
          <w:szCs w:val="28"/>
          <w:lang w:eastAsia="en-US"/>
        </w:rPr>
        <w:t xml:space="preserve"> ERDVĖ KULIUOSE“ IR LĖŠŲ SKYRIMO</w:t>
      </w:r>
    </w:p>
    <w:p w:rsidR="00C357AD" w:rsidRPr="00EF1F5F" w:rsidRDefault="00C357AD" w:rsidP="00C357AD">
      <w:pPr>
        <w:jc w:val="center"/>
        <w:rPr>
          <w:b/>
          <w:sz w:val="28"/>
          <w:szCs w:val="28"/>
          <w:lang w:eastAsia="en-US"/>
        </w:rPr>
      </w:pPr>
    </w:p>
    <w:p w:rsidR="00EF1F5F" w:rsidRPr="00EF1F5F" w:rsidRDefault="009A5B3A" w:rsidP="00971542">
      <w:pPr>
        <w:jc w:val="center"/>
        <w:rPr>
          <w:szCs w:val="20"/>
          <w:lang w:eastAsia="en-US"/>
        </w:rPr>
      </w:pPr>
      <w:r>
        <w:rPr>
          <w:szCs w:val="20"/>
          <w:lang w:eastAsia="en-US"/>
        </w:rPr>
        <w:t>2020</w:t>
      </w:r>
      <w:r w:rsidR="00EF1F5F" w:rsidRPr="00EF1F5F">
        <w:rPr>
          <w:szCs w:val="20"/>
          <w:lang w:eastAsia="en-US"/>
        </w:rPr>
        <w:t xml:space="preserve"> m. </w:t>
      </w:r>
      <w:r w:rsidR="00847923">
        <w:rPr>
          <w:szCs w:val="20"/>
          <w:lang w:eastAsia="en-US"/>
        </w:rPr>
        <w:t xml:space="preserve">birželio </w:t>
      </w:r>
      <w:r w:rsidR="00D15A16">
        <w:rPr>
          <w:szCs w:val="20"/>
          <w:lang w:eastAsia="en-US"/>
        </w:rPr>
        <w:t>25</w:t>
      </w:r>
      <w:r w:rsidR="00EF1F5F">
        <w:rPr>
          <w:szCs w:val="20"/>
          <w:lang w:eastAsia="en-US"/>
        </w:rPr>
        <w:t xml:space="preserve"> d. Nr. </w:t>
      </w:r>
      <w:r w:rsidR="00774627">
        <w:rPr>
          <w:szCs w:val="20"/>
          <w:lang w:eastAsia="en-US"/>
        </w:rPr>
        <w:t>T1-</w:t>
      </w:r>
      <w:r w:rsidR="000F0CF3">
        <w:rPr>
          <w:szCs w:val="20"/>
          <w:lang w:eastAsia="en-US"/>
        </w:rPr>
        <w:t>144</w:t>
      </w:r>
      <w:bookmarkStart w:id="0" w:name="_GoBack"/>
      <w:bookmarkEnd w:id="0"/>
    </w:p>
    <w:p w:rsidR="00EF1F5F" w:rsidRPr="00EF1F5F" w:rsidRDefault="00EF1F5F" w:rsidP="00971542">
      <w:pPr>
        <w:jc w:val="center"/>
        <w:rPr>
          <w:szCs w:val="20"/>
          <w:lang w:eastAsia="en-US"/>
        </w:rPr>
      </w:pPr>
      <w:r w:rsidRPr="00EF1F5F">
        <w:rPr>
          <w:szCs w:val="20"/>
          <w:lang w:eastAsia="en-US"/>
        </w:rPr>
        <w:t>Plungė</w:t>
      </w:r>
    </w:p>
    <w:p w:rsidR="00EF1F5F" w:rsidRPr="00EF1F5F" w:rsidRDefault="00EF1F5F" w:rsidP="00EF1F5F">
      <w:pPr>
        <w:jc w:val="center"/>
        <w:rPr>
          <w:szCs w:val="20"/>
          <w:lang w:eastAsia="en-US"/>
        </w:rPr>
      </w:pPr>
    </w:p>
    <w:p w:rsidR="002767A0" w:rsidRDefault="002767A0" w:rsidP="00542792">
      <w:pPr>
        <w:ind w:firstLine="720"/>
        <w:jc w:val="both"/>
        <w:rPr>
          <w:szCs w:val="20"/>
          <w:lang w:eastAsia="en-US"/>
        </w:rPr>
      </w:pPr>
      <w:r w:rsidRPr="00EF1F5F">
        <w:rPr>
          <w:szCs w:val="20"/>
          <w:lang w:eastAsia="en-US"/>
        </w:rPr>
        <w:t>Vadovaudamasi Lietuvos Respublikos vietos</w:t>
      </w:r>
      <w:r>
        <w:rPr>
          <w:szCs w:val="20"/>
          <w:lang w:eastAsia="en-US"/>
        </w:rPr>
        <w:t xml:space="preserve"> savivaldos į</w:t>
      </w:r>
      <w:r w:rsidR="00B74712">
        <w:rPr>
          <w:szCs w:val="20"/>
          <w:lang w:eastAsia="en-US"/>
        </w:rPr>
        <w:t>statymo 16 straipsnio 4 dalimi</w:t>
      </w:r>
      <w:r w:rsidR="00C357AD">
        <w:rPr>
          <w:szCs w:val="20"/>
          <w:lang w:eastAsia="en-US"/>
        </w:rPr>
        <w:t>,</w:t>
      </w:r>
      <w:r w:rsidR="00B74712">
        <w:rPr>
          <w:szCs w:val="20"/>
          <w:lang w:eastAsia="en-US"/>
        </w:rPr>
        <w:t xml:space="preserve"> </w:t>
      </w:r>
      <w:r w:rsidR="00A002BA">
        <w:rPr>
          <w:szCs w:val="20"/>
          <w:lang w:eastAsia="en-US"/>
        </w:rPr>
        <w:t>Kvietimo „Vietos kultūrinio verslumo skatinimas“ pagal 2014-2021 m. Europos ekonominės erdvės finansinio mechanizmo programą gairėmis pareiškėjams</w:t>
      </w:r>
      <w:r w:rsidR="00B74712">
        <w:rPr>
          <w:szCs w:val="20"/>
          <w:lang w:eastAsia="en-US"/>
        </w:rPr>
        <w:t>, patvirtint</w:t>
      </w:r>
      <w:r w:rsidR="00C357AD">
        <w:rPr>
          <w:szCs w:val="20"/>
          <w:lang w:eastAsia="en-US"/>
        </w:rPr>
        <w:t>omis</w:t>
      </w:r>
      <w:r w:rsidR="00B74712">
        <w:rPr>
          <w:szCs w:val="20"/>
          <w:lang w:eastAsia="en-US"/>
        </w:rPr>
        <w:t xml:space="preserve"> VšĮ Centrinės projektų valdymo agentūros direktoriaus 20</w:t>
      </w:r>
      <w:r w:rsidR="00A002BA">
        <w:rPr>
          <w:szCs w:val="20"/>
          <w:lang w:eastAsia="en-US"/>
        </w:rPr>
        <w:t>20</w:t>
      </w:r>
      <w:r w:rsidR="00B74712">
        <w:rPr>
          <w:szCs w:val="20"/>
          <w:lang w:eastAsia="en-US"/>
        </w:rPr>
        <w:t xml:space="preserve"> m. </w:t>
      </w:r>
      <w:r w:rsidR="00A002BA">
        <w:rPr>
          <w:szCs w:val="20"/>
          <w:lang w:eastAsia="en-US"/>
        </w:rPr>
        <w:t>balandžio 29</w:t>
      </w:r>
      <w:r w:rsidR="00B74712">
        <w:rPr>
          <w:szCs w:val="20"/>
          <w:lang w:eastAsia="en-US"/>
        </w:rPr>
        <w:t xml:space="preserve"> d. potvarkiu Nr. </w:t>
      </w:r>
      <w:r w:rsidR="00A002BA">
        <w:rPr>
          <w:szCs w:val="20"/>
          <w:lang w:eastAsia="en-US"/>
        </w:rPr>
        <w:t>DR-20-2-2020-23</w:t>
      </w:r>
      <w:r w:rsidR="00B74712">
        <w:rPr>
          <w:szCs w:val="20"/>
          <w:lang w:eastAsia="en-US"/>
        </w:rPr>
        <w:t xml:space="preserve"> „Dėl 2014-2021 m. Europos ekonominės erdvės finansinio mechanizmo </w:t>
      </w:r>
      <w:r w:rsidR="004A0924">
        <w:rPr>
          <w:szCs w:val="20"/>
          <w:lang w:eastAsia="en-US"/>
        </w:rPr>
        <w:t>programos „Kultūra“ kvietimo „Vietos kultūrinio verslumo skatinimas</w:t>
      </w:r>
      <w:r w:rsidR="00293C68">
        <w:rPr>
          <w:szCs w:val="20"/>
          <w:lang w:eastAsia="en-US"/>
        </w:rPr>
        <w:t>“</w:t>
      </w:r>
      <w:r w:rsidR="004A0924">
        <w:rPr>
          <w:szCs w:val="20"/>
          <w:lang w:eastAsia="en-US"/>
        </w:rPr>
        <w:t xml:space="preserve"> gairių pareiškėjams patvirtinimo“</w:t>
      </w:r>
      <w:r w:rsidRPr="00364757">
        <w:rPr>
          <w:bCs/>
        </w:rPr>
        <w:t>,</w:t>
      </w:r>
      <w:r w:rsidRPr="0080600F">
        <w:rPr>
          <w:bCs/>
        </w:rPr>
        <w:t xml:space="preserve"> </w:t>
      </w:r>
      <w:r w:rsidRPr="00741DE3">
        <w:rPr>
          <w:szCs w:val="20"/>
          <w:lang w:eastAsia="en-US"/>
        </w:rPr>
        <w:t>Plungės rajono savivaldybės taryba  n u s p r e n d ž i a:</w:t>
      </w:r>
      <w:r>
        <w:rPr>
          <w:szCs w:val="20"/>
          <w:lang w:eastAsia="en-US"/>
        </w:rPr>
        <w:t xml:space="preserve"> </w:t>
      </w:r>
    </w:p>
    <w:p w:rsidR="002767A0" w:rsidRPr="00847923" w:rsidRDefault="002767A0" w:rsidP="00542792">
      <w:pPr>
        <w:ind w:firstLine="720"/>
        <w:jc w:val="both"/>
        <w:outlineLvl w:val="0"/>
        <w:rPr>
          <w:szCs w:val="20"/>
          <w:lang w:eastAsia="en-US"/>
        </w:rPr>
      </w:pPr>
      <w:r w:rsidRPr="00EF1F5F">
        <w:rPr>
          <w:rFonts w:eastAsia="Batang"/>
          <w:szCs w:val="20"/>
          <w:lang w:eastAsia="en-US"/>
        </w:rPr>
        <w:t xml:space="preserve">1. </w:t>
      </w:r>
      <w:r w:rsidRPr="00EF1F5F">
        <w:rPr>
          <w:szCs w:val="20"/>
          <w:lang w:eastAsia="en-US"/>
        </w:rPr>
        <w:t>P</w:t>
      </w:r>
      <w:r>
        <w:rPr>
          <w:szCs w:val="20"/>
          <w:lang w:eastAsia="en-US"/>
        </w:rPr>
        <w:t xml:space="preserve">ritarti </w:t>
      </w:r>
      <w:r w:rsidR="004A0924">
        <w:rPr>
          <w:szCs w:val="20"/>
          <w:lang w:eastAsia="en-US"/>
        </w:rPr>
        <w:t xml:space="preserve">Plungės rajono </w:t>
      </w:r>
      <w:r w:rsidR="00DA75F5">
        <w:rPr>
          <w:szCs w:val="20"/>
          <w:lang w:eastAsia="en-US"/>
        </w:rPr>
        <w:t xml:space="preserve">Kulių krašto bendruomenės „Alantas“ </w:t>
      </w:r>
      <w:r w:rsidR="0000643A">
        <w:rPr>
          <w:szCs w:val="20"/>
          <w:lang w:eastAsia="en-US"/>
        </w:rPr>
        <w:t xml:space="preserve">(toliau - Pareiškėjas) </w:t>
      </w:r>
      <w:r w:rsidR="00DA75F5">
        <w:rPr>
          <w:szCs w:val="20"/>
          <w:lang w:eastAsia="en-US"/>
        </w:rPr>
        <w:t xml:space="preserve">paraiškos teikimui finansinę paramą gauti projektui „Atvira </w:t>
      </w:r>
      <w:r w:rsidR="00B07199">
        <w:rPr>
          <w:szCs w:val="20"/>
          <w:lang w:eastAsia="en-US"/>
        </w:rPr>
        <w:t>bendruomenės kūrybos</w:t>
      </w:r>
      <w:r w:rsidR="00DA75F5">
        <w:rPr>
          <w:szCs w:val="20"/>
          <w:lang w:eastAsia="en-US"/>
        </w:rPr>
        <w:t xml:space="preserve"> erdvė Kuliuose“</w:t>
      </w:r>
      <w:r w:rsidR="00C357AD">
        <w:rPr>
          <w:szCs w:val="20"/>
          <w:lang w:eastAsia="en-US"/>
        </w:rPr>
        <w:t xml:space="preserve"> (toliau – Projektas)</w:t>
      </w:r>
      <w:r w:rsidR="00DA75F5">
        <w:rPr>
          <w:szCs w:val="20"/>
          <w:lang w:eastAsia="en-US"/>
        </w:rPr>
        <w:t xml:space="preserve">, planuojamam įgyvendinti pagal 2014-2021 m. Europos ekonominės erdvės </w:t>
      </w:r>
      <w:r w:rsidR="00DA75F5" w:rsidRPr="00847923">
        <w:rPr>
          <w:szCs w:val="20"/>
          <w:lang w:eastAsia="en-US"/>
        </w:rPr>
        <w:t>finansini</w:t>
      </w:r>
      <w:r w:rsidR="00C357AD" w:rsidRPr="00847923">
        <w:rPr>
          <w:szCs w:val="20"/>
          <w:lang w:eastAsia="en-US"/>
        </w:rPr>
        <w:t>o</w:t>
      </w:r>
      <w:r w:rsidR="00DA75F5" w:rsidRPr="00847923">
        <w:rPr>
          <w:szCs w:val="20"/>
          <w:lang w:eastAsia="en-US"/>
        </w:rPr>
        <w:t xml:space="preserve"> mechanizm</w:t>
      </w:r>
      <w:r w:rsidR="00C357AD" w:rsidRPr="00847923">
        <w:rPr>
          <w:szCs w:val="20"/>
          <w:lang w:eastAsia="en-US"/>
        </w:rPr>
        <w:t>o</w:t>
      </w:r>
      <w:r w:rsidR="00DA75F5" w:rsidRPr="00847923">
        <w:rPr>
          <w:szCs w:val="20"/>
          <w:lang w:eastAsia="en-US"/>
        </w:rPr>
        <w:t xml:space="preserve"> </w:t>
      </w:r>
      <w:r w:rsidR="00D15A16">
        <w:rPr>
          <w:szCs w:val="20"/>
          <w:lang w:eastAsia="en-US"/>
        </w:rPr>
        <w:t>p</w:t>
      </w:r>
      <w:r w:rsidR="00847923" w:rsidRPr="00847923">
        <w:rPr>
          <w:szCs w:val="20"/>
          <w:lang w:eastAsia="en-US"/>
        </w:rPr>
        <w:t>rogramos „</w:t>
      </w:r>
      <w:r w:rsidR="00DA75F5" w:rsidRPr="00847923">
        <w:rPr>
          <w:szCs w:val="20"/>
          <w:lang w:eastAsia="en-US"/>
        </w:rPr>
        <w:t>Kultūr</w:t>
      </w:r>
      <w:r w:rsidR="00847923" w:rsidRPr="00847923">
        <w:rPr>
          <w:szCs w:val="20"/>
          <w:lang w:eastAsia="en-US"/>
        </w:rPr>
        <w:t xml:space="preserve">a“ kvietimą „Vietos kultūrinio verslumo skatinimas“ (kvietimo numeris </w:t>
      </w:r>
      <w:r w:rsidR="00847923" w:rsidRPr="00847923">
        <w:rPr>
          <w:color w:val="000000"/>
          <w:shd w:val="clear" w:color="auto" w:fill="FFFFFF"/>
        </w:rPr>
        <w:t>LT04-3-KM-K01)</w:t>
      </w:r>
      <w:r w:rsidRPr="00847923">
        <w:t>.</w:t>
      </w:r>
    </w:p>
    <w:p w:rsidR="002767A0" w:rsidRDefault="002767A0" w:rsidP="0054279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 xml:space="preserve">2. Dalyvauti </w:t>
      </w:r>
      <w:r w:rsidR="00FD54E2">
        <w:rPr>
          <w:szCs w:val="20"/>
          <w:lang w:eastAsia="en-US"/>
        </w:rPr>
        <w:t xml:space="preserve">partnerio teisėmis, įgyvendinant </w:t>
      </w:r>
      <w:r w:rsidR="00C357AD">
        <w:rPr>
          <w:szCs w:val="20"/>
          <w:lang w:eastAsia="en-US"/>
        </w:rPr>
        <w:t>P</w:t>
      </w:r>
      <w:r>
        <w:rPr>
          <w:szCs w:val="20"/>
          <w:lang w:eastAsia="en-US"/>
        </w:rPr>
        <w:t>rojekt</w:t>
      </w:r>
      <w:r w:rsidR="00FD54E2">
        <w:rPr>
          <w:szCs w:val="20"/>
          <w:lang w:eastAsia="en-US"/>
        </w:rPr>
        <w:t>ą,</w:t>
      </w:r>
      <w:r>
        <w:rPr>
          <w:szCs w:val="20"/>
          <w:lang w:eastAsia="en-US"/>
        </w:rPr>
        <w:t xml:space="preserve"> ir </w:t>
      </w:r>
      <w:r w:rsidR="004A0924" w:rsidRPr="004A0924">
        <w:rPr>
          <w:szCs w:val="20"/>
          <w:lang w:eastAsia="en-US"/>
        </w:rPr>
        <w:t>užtikrinti ne mažiau 10 procentų</w:t>
      </w:r>
      <w:r w:rsidR="004A0924">
        <w:rPr>
          <w:szCs w:val="20"/>
          <w:lang w:eastAsia="en-US"/>
        </w:rPr>
        <w:t xml:space="preserve"> Kulių Šv. Vyskupo Stanislovo bažnyč</w:t>
      </w:r>
      <w:r w:rsidR="0000643A">
        <w:rPr>
          <w:szCs w:val="20"/>
          <w:lang w:eastAsia="en-US"/>
        </w:rPr>
        <w:t xml:space="preserve">ios statinių komplekso šiaurės </w:t>
      </w:r>
      <w:r w:rsidR="004A0924">
        <w:rPr>
          <w:szCs w:val="20"/>
          <w:lang w:eastAsia="en-US"/>
        </w:rPr>
        <w:t>p</w:t>
      </w:r>
      <w:r w:rsidR="0000643A">
        <w:rPr>
          <w:szCs w:val="20"/>
          <w:lang w:eastAsia="en-US"/>
        </w:rPr>
        <w:t>a</w:t>
      </w:r>
      <w:r w:rsidR="004A0924">
        <w:rPr>
          <w:szCs w:val="20"/>
          <w:lang w:eastAsia="en-US"/>
        </w:rPr>
        <w:t>stato</w:t>
      </w:r>
      <w:r w:rsidR="0000643A">
        <w:rPr>
          <w:szCs w:val="20"/>
          <w:lang w:eastAsia="en-US"/>
        </w:rPr>
        <w:t xml:space="preserve"> (unikalus kodas Kultūros vertybių registre 28291)</w:t>
      </w:r>
      <w:r w:rsidR="004A0924">
        <w:rPr>
          <w:szCs w:val="20"/>
          <w:lang w:eastAsia="en-US"/>
        </w:rPr>
        <w:t xml:space="preserve"> tvarkybos, remonto ir kitų ilgalaikių išlaidų (nevirš</w:t>
      </w:r>
      <w:r w:rsidR="00F45A15">
        <w:rPr>
          <w:szCs w:val="20"/>
          <w:lang w:eastAsia="en-US"/>
        </w:rPr>
        <w:t>ijant 45,8</w:t>
      </w:r>
      <w:r w:rsidR="004A0924">
        <w:rPr>
          <w:szCs w:val="20"/>
          <w:lang w:eastAsia="en-US"/>
        </w:rPr>
        <w:t xml:space="preserve"> tūkst. eurų) </w:t>
      </w:r>
      <w:r>
        <w:rPr>
          <w:szCs w:val="20"/>
          <w:lang w:eastAsia="en-US"/>
        </w:rPr>
        <w:t xml:space="preserve">padengimą Savivaldybės </w:t>
      </w:r>
      <w:r w:rsidR="00D15A16">
        <w:rPr>
          <w:szCs w:val="20"/>
          <w:lang w:eastAsia="en-US"/>
        </w:rPr>
        <w:t xml:space="preserve">biudžeto </w:t>
      </w:r>
      <w:r>
        <w:rPr>
          <w:szCs w:val="20"/>
          <w:lang w:eastAsia="en-US"/>
        </w:rPr>
        <w:t xml:space="preserve">lėšomis. </w:t>
      </w:r>
    </w:p>
    <w:p w:rsidR="0000643A" w:rsidRDefault="0000643A" w:rsidP="0054279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>3. Skirti Pareiškėjui 24 200 eur</w:t>
      </w:r>
      <w:r w:rsidR="00D15A16">
        <w:rPr>
          <w:szCs w:val="20"/>
          <w:lang w:eastAsia="en-US"/>
        </w:rPr>
        <w:t>ų</w:t>
      </w:r>
      <w:r>
        <w:rPr>
          <w:szCs w:val="20"/>
          <w:lang w:eastAsia="en-US"/>
        </w:rPr>
        <w:t xml:space="preserve"> sprendimo 2 punkte įvard</w:t>
      </w:r>
      <w:r w:rsidR="00D15A16">
        <w:rPr>
          <w:szCs w:val="20"/>
          <w:lang w:eastAsia="en-US"/>
        </w:rPr>
        <w:t>y</w:t>
      </w:r>
      <w:r>
        <w:rPr>
          <w:szCs w:val="20"/>
          <w:lang w:eastAsia="en-US"/>
        </w:rPr>
        <w:t>to pastato tvarkybos</w:t>
      </w:r>
      <w:r w:rsidR="00D15A16">
        <w:rPr>
          <w:szCs w:val="20"/>
          <w:lang w:eastAsia="en-US"/>
        </w:rPr>
        <w:t xml:space="preserve">, </w:t>
      </w:r>
      <w:r>
        <w:rPr>
          <w:szCs w:val="20"/>
          <w:lang w:eastAsia="en-US"/>
        </w:rPr>
        <w:t>remonto ir kapitalinio remonto projektavimo bei ekspertizės paslaugoms apmokėti.</w:t>
      </w:r>
    </w:p>
    <w:p w:rsidR="002767A0" w:rsidRDefault="00D15A16" w:rsidP="00542792">
      <w:pPr>
        <w:ind w:firstLine="720"/>
        <w:jc w:val="both"/>
        <w:outlineLvl w:val="0"/>
        <w:rPr>
          <w:szCs w:val="20"/>
          <w:lang w:eastAsia="en-US"/>
        </w:rPr>
      </w:pPr>
      <w:r>
        <w:rPr>
          <w:szCs w:val="20"/>
          <w:lang w:eastAsia="en-US"/>
        </w:rPr>
        <w:t>4</w:t>
      </w:r>
      <w:r w:rsidR="002767A0">
        <w:rPr>
          <w:szCs w:val="20"/>
          <w:lang w:eastAsia="en-US"/>
        </w:rPr>
        <w:t xml:space="preserve">. Įgalioti Savivaldybės administracijos direktorių, o jo nesant – Administracijos direktoriaus pavaduotoją pasirašyti su </w:t>
      </w:r>
      <w:r w:rsidR="00C357AD">
        <w:rPr>
          <w:szCs w:val="20"/>
          <w:lang w:eastAsia="en-US"/>
        </w:rPr>
        <w:t>P</w:t>
      </w:r>
      <w:r w:rsidR="002767A0">
        <w:rPr>
          <w:szCs w:val="20"/>
          <w:lang w:eastAsia="en-US"/>
        </w:rPr>
        <w:t>rojekt</w:t>
      </w:r>
      <w:r w:rsidR="00710F13">
        <w:rPr>
          <w:szCs w:val="20"/>
          <w:lang w:eastAsia="en-US"/>
        </w:rPr>
        <w:t>o</w:t>
      </w:r>
      <w:r w:rsidR="002767A0">
        <w:rPr>
          <w:szCs w:val="20"/>
          <w:lang w:eastAsia="en-US"/>
        </w:rPr>
        <w:t xml:space="preserve"> teikimu bei įgyvendinimu susijusius dokumentus.</w:t>
      </w:r>
    </w:p>
    <w:p w:rsidR="00A002BA" w:rsidRDefault="00A002BA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1C2062" w:rsidRPr="00741DE3" w:rsidRDefault="001C2062" w:rsidP="002767A0">
      <w:pPr>
        <w:ind w:firstLine="720"/>
        <w:jc w:val="both"/>
        <w:outlineLvl w:val="0"/>
        <w:rPr>
          <w:szCs w:val="20"/>
          <w:lang w:eastAsia="en-US"/>
        </w:rPr>
      </w:pPr>
    </w:p>
    <w:p w:rsidR="007747F0" w:rsidRPr="00AB4286" w:rsidRDefault="006F5D36" w:rsidP="007B3C73">
      <w:r>
        <w:rPr>
          <w:szCs w:val="20"/>
          <w:lang w:eastAsia="en-US"/>
        </w:rPr>
        <w:t>Savivaldybės meras</w:t>
      </w:r>
      <w:r w:rsidR="00EF1F5F" w:rsidRPr="00EF1F5F">
        <w:rPr>
          <w:szCs w:val="20"/>
          <w:lang w:eastAsia="en-US"/>
        </w:rPr>
        <w:tab/>
      </w:r>
      <w:r w:rsidR="00EF1F5F" w:rsidRPr="00EF1F5F">
        <w:rPr>
          <w:szCs w:val="20"/>
          <w:lang w:eastAsia="en-US"/>
        </w:rPr>
        <w:tab/>
      </w:r>
      <w:r w:rsidR="00B37426">
        <w:rPr>
          <w:szCs w:val="20"/>
          <w:lang w:eastAsia="en-US"/>
        </w:rPr>
        <w:tab/>
      </w:r>
      <w:r w:rsidR="00B37426">
        <w:rPr>
          <w:szCs w:val="20"/>
          <w:lang w:eastAsia="en-US"/>
        </w:rPr>
        <w:tab/>
      </w:r>
      <w:r w:rsidR="00B37426">
        <w:rPr>
          <w:szCs w:val="20"/>
          <w:lang w:eastAsia="en-US"/>
        </w:rPr>
        <w:tab/>
      </w:r>
      <w:r w:rsidR="000F0CF3">
        <w:rPr>
          <w:szCs w:val="20"/>
          <w:lang w:eastAsia="en-US"/>
        </w:rPr>
        <w:t xml:space="preserve">   </w:t>
      </w:r>
      <w:r w:rsidR="00B37426">
        <w:rPr>
          <w:szCs w:val="20"/>
          <w:lang w:eastAsia="en-US"/>
        </w:rPr>
        <w:t>Audrius Klišonis</w:t>
      </w:r>
    </w:p>
    <w:sectPr w:rsidR="007747F0" w:rsidRPr="00AB4286" w:rsidSect="00B3742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956"/>
    <w:multiLevelType w:val="hybridMultilevel"/>
    <w:tmpl w:val="C44A04A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2B339A"/>
    <w:multiLevelType w:val="hybridMultilevel"/>
    <w:tmpl w:val="AD4CA81A"/>
    <w:lvl w:ilvl="0" w:tplc="AED83BE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2D2524BB"/>
    <w:multiLevelType w:val="hybridMultilevel"/>
    <w:tmpl w:val="65FC0936"/>
    <w:lvl w:ilvl="0" w:tplc="77660EDC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3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330A43DB"/>
    <w:multiLevelType w:val="multilevel"/>
    <w:tmpl w:val="CFD4A8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364C3974"/>
    <w:multiLevelType w:val="multilevel"/>
    <w:tmpl w:val="606434D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6">
    <w:nsid w:val="3B463386"/>
    <w:multiLevelType w:val="multilevel"/>
    <w:tmpl w:val="1FBE09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7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0CD29F4"/>
    <w:multiLevelType w:val="hybridMultilevel"/>
    <w:tmpl w:val="E3FA8B04"/>
    <w:lvl w:ilvl="0" w:tplc="146603E0">
      <w:start w:val="5"/>
      <w:numFmt w:val="bullet"/>
      <w:lvlText w:val="-"/>
      <w:lvlJc w:val="left"/>
      <w:pPr>
        <w:ind w:left="720" w:hanging="360"/>
      </w:pPr>
      <w:rPr>
        <w:rFonts w:ascii="Times New Roman" w:eastAsia="Tahoma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1">
    <w:nsid w:val="69E40D8E"/>
    <w:multiLevelType w:val="multilevel"/>
    <w:tmpl w:val="6CD0D2AA"/>
    <w:lvl w:ilvl="0">
      <w:start w:val="1"/>
      <w:numFmt w:val="decimal"/>
      <w:lvlText w:val="%1."/>
      <w:lvlJc w:val="left"/>
      <w:pPr>
        <w:ind w:left="5855" w:hanging="1035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5235" w:hanging="405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5560" w:hanging="720"/>
      </w:pPr>
    </w:lvl>
    <w:lvl w:ilvl="3">
      <w:start w:val="1"/>
      <w:numFmt w:val="decimal"/>
      <w:isLgl/>
      <w:lvlText w:val="%1.%2.%3.%4."/>
      <w:lvlJc w:val="left"/>
      <w:pPr>
        <w:ind w:left="5570" w:hanging="720"/>
      </w:pPr>
    </w:lvl>
    <w:lvl w:ilvl="4">
      <w:start w:val="1"/>
      <w:numFmt w:val="decimal"/>
      <w:isLgl/>
      <w:lvlText w:val="%1.%2.%3.%4.%5."/>
      <w:lvlJc w:val="left"/>
      <w:pPr>
        <w:ind w:left="5940" w:hanging="1080"/>
      </w:pPr>
    </w:lvl>
    <w:lvl w:ilvl="5">
      <w:start w:val="1"/>
      <w:numFmt w:val="decimal"/>
      <w:isLgl/>
      <w:lvlText w:val="%1.%2.%3.%4.%5.%6."/>
      <w:lvlJc w:val="left"/>
      <w:pPr>
        <w:ind w:left="5950" w:hanging="1080"/>
      </w:pPr>
    </w:lvl>
    <w:lvl w:ilvl="6">
      <w:start w:val="1"/>
      <w:numFmt w:val="decimal"/>
      <w:isLgl/>
      <w:lvlText w:val="%1.%2.%3.%4.%5.%6.%7."/>
      <w:lvlJc w:val="left"/>
      <w:pPr>
        <w:ind w:left="6320" w:hanging="1440"/>
      </w:pPr>
    </w:lvl>
    <w:lvl w:ilvl="7">
      <w:start w:val="1"/>
      <w:numFmt w:val="decimal"/>
      <w:isLgl/>
      <w:lvlText w:val="%1.%2.%3.%4.%5.%6.%7.%8."/>
      <w:lvlJc w:val="left"/>
      <w:pPr>
        <w:ind w:left="6330" w:hanging="1440"/>
      </w:pPr>
    </w:lvl>
    <w:lvl w:ilvl="8">
      <w:start w:val="1"/>
      <w:numFmt w:val="decimal"/>
      <w:isLgl/>
      <w:lvlText w:val="%1.%2.%3.%4.%5.%6.%7.%8.%9."/>
      <w:lvlJc w:val="left"/>
      <w:pPr>
        <w:ind w:left="6700" w:hanging="1800"/>
      </w:pPr>
    </w:lvl>
  </w:abstractNum>
  <w:abstractNum w:abstractNumId="12">
    <w:nsid w:val="6FDD48A4"/>
    <w:multiLevelType w:val="hybridMultilevel"/>
    <w:tmpl w:val="6AB87C8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4">
    <w:nsid w:val="776A71EB"/>
    <w:multiLevelType w:val="hybridMultilevel"/>
    <w:tmpl w:val="40A0A352"/>
    <w:lvl w:ilvl="0" w:tplc="7096995C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0"/>
  </w:num>
  <w:num w:numId="2">
    <w:abstractNumId w:val="3"/>
  </w:num>
  <w:num w:numId="3">
    <w:abstractNumId w:val="15"/>
  </w:num>
  <w:num w:numId="4">
    <w:abstractNumId w:val="9"/>
  </w:num>
  <w:num w:numId="5">
    <w:abstractNumId w:val="13"/>
  </w:num>
  <w:num w:numId="6">
    <w:abstractNumId w:val="7"/>
  </w:num>
  <w:num w:numId="7">
    <w:abstractNumId w:val="12"/>
  </w:num>
  <w:num w:numId="8">
    <w:abstractNumId w:val="5"/>
  </w:num>
  <w:num w:numId="9">
    <w:abstractNumId w:val="6"/>
  </w:num>
  <w:num w:numId="10">
    <w:abstractNumId w:val="4"/>
  </w:num>
  <w:num w:numId="11">
    <w:abstractNumId w:val="14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color w:val="000000" w:themeColor="text1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</w:lvl>
    </w:lvlOverride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ind w:left="1745" w:hanging="1035"/>
        </w:pPr>
        <w:rPr>
          <w:rFonts w:hint="default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1125" w:hanging="405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45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83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8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1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2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90" w:hanging="1800"/>
        </w:pPr>
        <w:rPr>
          <w:rFonts w:hint="default"/>
        </w:rPr>
      </w:lvl>
    </w:lvlOverride>
  </w:num>
  <w:num w:numId="15">
    <w:abstractNumId w:val="2"/>
  </w:num>
  <w:num w:numId="16">
    <w:abstractNumId w:val="1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80E"/>
    <w:rsid w:val="00003508"/>
    <w:rsid w:val="000051B8"/>
    <w:rsid w:val="0000643A"/>
    <w:rsid w:val="00006FDF"/>
    <w:rsid w:val="00013758"/>
    <w:rsid w:val="00013D6A"/>
    <w:rsid w:val="00024733"/>
    <w:rsid w:val="0002495D"/>
    <w:rsid w:val="00030018"/>
    <w:rsid w:val="00031405"/>
    <w:rsid w:val="00032E98"/>
    <w:rsid w:val="00036506"/>
    <w:rsid w:val="00041774"/>
    <w:rsid w:val="00041AF4"/>
    <w:rsid w:val="000441A6"/>
    <w:rsid w:val="00044889"/>
    <w:rsid w:val="000469EA"/>
    <w:rsid w:val="00050EBC"/>
    <w:rsid w:val="000529A8"/>
    <w:rsid w:val="00054A24"/>
    <w:rsid w:val="00055729"/>
    <w:rsid w:val="00055E36"/>
    <w:rsid w:val="00060CA1"/>
    <w:rsid w:val="0006261F"/>
    <w:rsid w:val="00064C85"/>
    <w:rsid w:val="000653CD"/>
    <w:rsid w:val="00065FC6"/>
    <w:rsid w:val="00073352"/>
    <w:rsid w:val="000737FD"/>
    <w:rsid w:val="00075097"/>
    <w:rsid w:val="00081EF1"/>
    <w:rsid w:val="000842CC"/>
    <w:rsid w:val="0008433F"/>
    <w:rsid w:val="00084973"/>
    <w:rsid w:val="0008596D"/>
    <w:rsid w:val="00087662"/>
    <w:rsid w:val="00091930"/>
    <w:rsid w:val="00091E7E"/>
    <w:rsid w:val="0009314F"/>
    <w:rsid w:val="00096B36"/>
    <w:rsid w:val="00097EAF"/>
    <w:rsid w:val="00097FDA"/>
    <w:rsid w:val="000B1FF9"/>
    <w:rsid w:val="000B449A"/>
    <w:rsid w:val="000C17C6"/>
    <w:rsid w:val="000C48DD"/>
    <w:rsid w:val="000C7962"/>
    <w:rsid w:val="000D25C9"/>
    <w:rsid w:val="000E13C1"/>
    <w:rsid w:val="000E2301"/>
    <w:rsid w:val="000E29EA"/>
    <w:rsid w:val="000E4586"/>
    <w:rsid w:val="000E5205"/>
    <w:rsid w:val="000F0CF3"/>
    <w:rsid w:val="000F38D2"/>
    <w:rsid w:val="000F42C1"/>
    <w:rsid w:val="000F6A8B"/>
    <w:rsid w:val="000F7779"/>
    <w:rsid w:val="00101FD4"/>
    <w:rsid w:val="00103DA1"/>
    <w:rsid w:val="00106BF0"/>
    <w:rsid w:val="00112316"/>
    <w:rsid w:val="00116E21"/>
    <w:rsid w:val="00117BC5"/>
    <w:rsid w:val="001230CC"/>
    <w:rsid w:val="0012414A"/>
    <w:rsid w:val="0013109E"/>
    <w:rsid w:val="00131AC0"/>
    <w:rsid w:val="00134AD2"/>
    <w:rsid w:val="00135218"/>
    <w:rsid w:val="00136780"/>
    <w:rsid w:val="00136DA0"/>
    <w:rsid w:val="001377AD"/>
    <w:rsid w:val="00142164"/>
    <w:rsid w:val="00144600"/>
    <w:rsid w:val="001474A9"/>
    <w:rsid w:val="001475B0"/>
    <w:rsid w:val="00155816"/>
    <w:rsid w:val="0016096B"/>
    <w:rsid w:val="001667DD"/>
    <w:rsid w:val="00170796"/>
    <w:rsid w:val="00175426"/>
    <w:rsid w:val="001758C9"/>
    <w:rsid w:val="00180E00"/>
    <w:rsid w:val="00180E4E"/>
    <w:rsid w:val="00180F4A"/>
    <w:rsid w:val="0018512B"/>
    <w:rsid w:val="001904AC"/>
    <w:rsid w:val="001966ED"/>
    <w:rsid w:val="0019692A"/>
    <w:rsid w:val="001A58D5"/>
    <w:rsid w:val="001A6F44"/>
    <w:rsid w:val="001A7250"/>
    <w:rsid w:val="001A7437"/>
    <w:rsid w:val="001B19D4"/>
    <w:rsid w:val="001C0D3A"/>
    <w:rsid w:val="001C2062"/>
    <w:rsid w:val="001C488F"/>
    <w:rsid w:val="001C7227"/>
    <w:rsid w:val="001C7F66"/>
    <w:rsid w:val="001D2D0D"/>
    <w:rsid w:val="001D5F98"/>
    <w:rsid w:val="001E0AEF"/>
    <w:rsid w:val="001E0D38"/>
    <w:rsid w:val="001E0F91"/>
    <w:rsid w:val="001E31A8"/>
    <w:rsid w:val="001E5E64"/>
    <w:rsid w:val="001E73F9"/>
    <w:rsid w:val="001F0404"/>
    <w:rsid w:val="001F25BF"/>
    <w:rsid w:val="001F33C0"/>
    <w:rsid w:val="001F3434"/>
    <w:rsid w:val="001F4B9F"/>
    <w:rsid w:val="001F4E01"/>
    <w:rsid w:val="001F5B48"/>
    <w:rsid w:val="001F6E8C"/>
    <w:rsid w:val="00205557"/>
    <w:rsid w:val="00210A63"/>
    <w:rsid w:val="00211DC3"/>
    <w:rsid w:val="00213B0A"/>
    <w:rsid w:val="00214CF2"/>
    <w:rsid w:val="0021555F"/>
    <w:rsid w:val="00225AE3"/>
    <w:rsid w:val="00232A5B"/>
    <w:rsid w:val="00233DE8"/>
    <w:rsid w:val="0023644C"/>
    <w:rsid w:val="00236C9F"/>
    <w:rsid w:val="0024050E"/>
    <w:rsid w:val="002409E9"/>
    <w:rsid w:val="00247E31"/>
    <w:rsid w:val="002510B3"/>
    <w:rsid w:val="002528D6"/>
    <w:rsid w:val="00253CC6"/>
    <w:rsid w:val="00254CED"/>
    <w:rsid w:val="00255B28"/>
    <w:rsid w:val="00257061"/>
    <w:rsid w:val="002573F1"/>
    <w:rsid w:val="0026233D"/>
    <w:rsid w:val="00262A4A"/>
    <w:rsid w:val="00272832"/>
    <w:rsid w:val="002738EE"/>
    <w:rsid w:val="002767A0"/>
    <w:rsid w:val="00277C70"/>
    <w:rsid w:val="00282283"/>
    <w:rsid w:val="002826C7"/>
    <w:rsid w:val="00286E93"/>
    <w:rsid w:val="0029389A"/>
    <w:rsid w:val="00293C68"/>
    <w:rsid w:val="00297CF2"/>
    <w:rsid w:val="002A19E4"/>
    <w:rsid w:val="002A6670"/>
    <w:rsid w:val="002B2108"/>
    <w:rsid w:val="002B30F5"/>
    <w:rsid w:val="002C08D1"/>
    <w:rsid w:val="002C1A7F"/>
    <w:rsid w:val="002C5AA8"/>
    <w:rsid w:val="002D12F8"/>
    <w:rsid w:val="002D4EC1"/>
    <w:rsid w:val="002E01AA"/>
    <w:rsid w:val="002E2387"/>
    <w:rsid w:val="003015DB"/>
    <w:rsid w:val="00301B79"/>
    <w:rsid w:val="003135EA"/>
    <w:rsid w:val="00315AB5"/>
    <w:rsid w:val="00317FD9"/>
    <w:rsid w:val="003210FF"/>
    <w:rsid w:val="003221DC"/>
    <w:rsid w:val="00323432"/>
    <w:rsid w:val="003252BE"/>
    <w:rsid w:val="00331117"/>
    <w:rsid w:val="00331EBA"/>
    <w:rsid w:val="00335C4D"/>
    <w:rsid w:val="00336D32"/>
    <w:rsid w:val="00340C4B"/>
    <w:rsid w:val="00341D05"/>
    <w:rsid w:val="0034264B"/>
    <w:rsid w:val="003471FA"/>
    <w:rsid w:val="003505A3"/>
    <w:rsid w:val="00351C0C"/>
    <w:rsid w:val="0035327B"/>
    <w:rsid w:val="00356CE8"/>
    <w:rsid w:val="00360236"/>
    <w:rsid w:val="0036365E"/>
    <w:rsid w:val="0036443F"/>
    <w:rsid w:val="00364757"/>
    <w:rsid w:val="0036671F"/>
    <w:rsid w:val="0037045B"/>
    <w:rsid w:val="003743E9"/>
    <w:rsid w:val="003753F1"/>
    <w:rsid w:val="0038040A"/>
    <w:rsid w:val="0038146A"/>
    <w:rsid w:val="00382E8D"/>
    <w:rsid w:val="00383E6F"/>
    <w:rsid w:val="00390A50"/>
    <w:rsid w:val="00390FAC"/>
    <w:rsid w:val="0039167D"/>
    <w:rsid w:val="00393781"/>
    <w:rsid w:val="0039494B"/>
    <w:rsid w:val="0039527B"/>
    <w:rsid w:val="0039778B"/>
    <w:rsid w:val="00397C25"/>
    <w:rsid w:val="003A0EF8"/>
    <w:rsid w:val="003A3A88"/>
    <w:rsid w:val="003A4315"/>
    <w:rsid w:val="003A471D"/>
    <w:rsid w:val="003B0F2A"/>
    <w:rsid w:val="003B41D9"/>
    <w:rsid w:val="003C1903"/>
    <w:rsid w:val="003C2AEB"/>
    <w:rsid w:val="003D2894"/>
    <w:rsid w:val="003D50FF"/>
    <w:rsid w:val="003E1949"/>
    <w:rsid w:val="003F01E1"/>
    <w:rsid w:val="003F23CB"/>
    <w:rsid w:val="003F43FF"/>
    <w:rsid w:val="003F44FF"/>
    <w:rsid w:val="003F6878"/>
    <w:rsid w:val="003F7CE4"/>
    <w:rsid w:val="004052E8"/>
    <w:rsid w:val="004079E6"/>
    <w:rsid w:val="00410BFB"/>
    <w:rsid w:val="004147B9"/>
    <w:rsid w:val="00415937"/>
    <w:rsid w:val="00417691"/>
    <w:rsid w:val="0042049F"/>
    <w:rsid w:val="00421471"/>
    <w:rsid w:val="00422055"/>
    <w:rsid w:val="00422403"/>
    <w:rsid w:val="004251C9"/>
    <w:rsid w:val="00430AF6"/>
    <w:rsid w:val="00432271"/>
    <w:rsid w:val="004332B1"/>
    <w:rsid w:val="00435C03"/>
    <w:rsid w:val="004364C7"/>
    <w:rsid w:val="00437E15"/>
    <w:rsid w:val="00442065"/>
    <w:rsid w:val="00446709"/>
    <w:rsid w:val="00446A28"/>
    <w:rsid w:val="004561D8"/>
    <w:rsid w:val="00463B3F"/>
    <w:rsid w:val="004707A5"/>
    <w:rsid w:val="00475DB1"/>
    <w:rsid w:val="00481256"/>
    <w:rsid w:val="0048279F"/>
    <w:rsid w:val="00486D12"/>
    <w:rsid w:val="00486E43"/>
    <w:rsid w:val="00495053"/>
    <w:rsid w:val="004A0924"/>
    <w:rsid w:val="004A5DC4"/>
    <w:rsid w:val="004B000C"/>
    <w:rsid w:val="004B0E73"/>
    <w:rsid w:val="004B4295"/>
    <w:rsid w:val="004B4540"/>
    <w:rsid w:val="004B4DBB"/>
    <w:rsid w:val="004C4B90"/>
    <w:rsid w:val="004C566A"/>
    <w:rsid w:val="004C5E48"/>
    <w:rsid w:val="004D1E89"/>
    <w:rsid w:val="004F11ED"/>
    <w:rsid w:val="004F2B13"/>
    <w:rsid w:val="004F6F10"/>
    <w:rsid w:val="005008C9"/>
    <w:rsid w:val="00500E0C"/>
    <w:rsid w:val="00511368"/>
    <w:rsid w:val="005113A2"/>
    <w:rsid w:val="00515183"/>
    <w:rsid w:val="005179C9"/>
    <w:rsid w:val="00522765"/>
    <w:rsid w:val="00524999"/>
    <w:rsid w:val="00530F82"/>
    <w:rsid w:val="005318FC"/>
    <w:rsid w:val="00531EF5"/>
    <w:rsid w:val="00533A66"/>
    <w:rsid w:val="00534132"/>
    <w:rsid w:val="00534CA1"/>
    <w:rsid w:val="005414A2"/>
    <w:rsid w:val="00541A97"/>
    <w:rsid w:val="00542792"/>
    <w:rsid w:val="005438EF"/>
    <w:rsid w:val="00544FFD"/>
    <w:rsid w:val="005457DF"/>
    <w:rsid w:val="0054641E"/>
    <w:rsid w:val="0054740B"/>
    <w:rsid w:val="00547FF0"/>
    <w:rsid w:val="00550DFD"/>
    <w:rsid w:val="0055211E"/>
    <w:rsid w:val="00552D9A"/>
    <w:rsid w:val="0055444F"/>
    <w:rsid w:val="00557D66"/>
    <w:rsid w:val="00560A4F"/>
    <w:rsid w:val="00567293"/>
    <w:rsid w:val="0057255B"/>
    <w:rsid w:val="00575CB6"/>
    <w:rsid w:val="00577B82"/>
    <w:rsid w:val="00580378"/>
    <w:rsid w:val="00582197"/>
    <w:rsid w:val="00585937"/>
    <w:rsid w:val="00586340"/>
    <w:rsid w:val="005924C0"/>
    <w:rsid w:val="005A2227"/>
    <w:rsid w:val="005B27C6"/>
    <w:rsid w:val="005B29D1"/>
    <w:rsid w:val="005B3CC7"/>
    <w:rsid w:val="005B637A"/>
    <w:rsid w:val="005B709D"/>
    <w:rsid w:val="005C3AC2"/>
    <w:rsid w:val="005C41AC"/>
    <w:rsid w:val="005C6A2F"/>
    <w:rsid w:val="005C715D"/>
    <w:rsid w:val="005D24FB"/>
    <w:rsid w:val="005D2FBA"/>
    <w:rsid w:val="005D5055"/>
    <w:rsid w:val="005D5E8E"/>
    <w:rsid w:val="005E05B3"/>
    <w:rsid w:val="005E0A1D"/>
    <w:rsid w:val="005E1BFE"/>
    <w:rsid w:val="005E2893"/>
    <w:rsid w:val="005E6B84"/>
    <w:rsid w:val="005E6CC4"/>
    <w:rsid w:val="005E7AF7"/>
    <w:rsid w:val="005F0334"/>
    <w:rsid w:val="0060358E"/>
    <w:rsid w:val="00605876"/>
    <w:rsid w:val="00612E09"/>
    <w:rsid w:val="00613984"/>
    <w:rsid w:val="00614857"/>
    <w:rsid w:val="00617E96"/>
    <w:rsid w:val="00621113"/>
    <w:rsid w:val="00624007"/>
    <w:rsid w:val="0063140A"/>
    <w:rsid w:val="00632108"/>
    <w:rsid w:val="00632B33"/>
    <w:rsid w:val="00641091"/>
    <w:rsid w:val="006446AA"/>
    <w:rsid w:val="006449FF"/>
    <w:rsid w:val="00645C4D"/>
    <w:rsid w:val="0065596B"/>
    <w:rsid w:val="00655A2E"/>
    <w:rsid w:val="00662723"/>
    <w:rsid w:val="0066362C"/>
    <w:rsid w:val="00672F6B"/>
    <w:rsid w:val="00673C8B"/>
    <w:rsid w:val="00685202"/>
    <w:rsid w:val="0069290B"/>
    <w:rsid w:val="00696169"/>
    <w:rsid w:val="006A2805"/>
    <w:rsid w:val="006A5AD8"/>
    <w:rsid w:val="006A6216"/>
    <w:rsid w:val="006A7B07"/>
    <w:rsid w:val="006B6161"/>
    <w:rsid w:val="006C0646"/>
    <w:rsid w:val="006C0AB9"/>
    <w:rsid w:val="006C33BC"/>
    <w:rsid w:val="006C431E"/>
    <w:rsid w:val="006D394D"/>
    <w:rsid w:val="006D3B6D"/>
    <w:rsid w:val="006D403B"/>
    <w:rsid w:val="006D47DB"/>
    <w:rsid w:val="006D5716"/>
    <w:rsid w:val="006D5B12"/>
    <w:rsid w:val="006E2D22"/>
    <w:rsid w:val="006E3839"/>
    <w:rsid w:val="006E5093"/>
    <w:rsid w:val="006F0CCD"/>
    <w:rsid w:val="006F33DA"/>
    <w:rsid w:val="006F467E"/>
    <w:rsid w:val="006F5D36"/>
    <w:rsid w:val="006F6A58"/>
    <w:rsid w:val="006F6C84"/>
    <w:rsid w:val="006F776E"/>
    <w:rsid w:val="007018D7"/>
    <w:rsid w:val="0070416D"/>
    <w:rsid w:val="00705B00"/>
    <w:rsid w:val="007068F5"/>
    <w:rsid w:val="00710F13"/>
    <w:rsid w:val="007128D6"/>
    <w:rsid w:val="00716224"/>
    <w:rsid w:val="00716BA8"/>
    <w:rsid w:val="007239D8"/>
    <w:rsid w:val="00727FF2"/>
    <w:rsid w:val="0073137E"/>
    <w:rsid w:val="00737C47"/>
    <w:rsid w:val="00741DE3"/>
    <w:rsid w:val="00744080"/>
    <w:rsid w:val="00744458"/>
    <w:rsid w:val="00745A76"/>
    <w:rsid w:val="00747314"/>
    <w:rsid w:val="007527BC"/>
    <w:rsid w:val="00762036"/>
    <w:rsid w:val="007623AD"/>
    <w:rsid w:val="00763BF7"/>
    <w:rsid w:val="0076570A"/>
    <w:rsid w:val="00765C60"/>
    <w:rsid w:val="00766A95"/>
    <w:rsid w:val="00771E7C"/>
    <w:rsid w:val="00774627"/>
    <w:rsid w:val="007747F0"/>
    <w:rsid w:val="00775D8D"/>
    <w:rsid w:val="00777122"/>
    <w:rsid w:val="00777B86"/>
    <w:rsid w:val="007852A9"/>
    <w:rsid w:val="00786489"/>
    <w:rsid w:val="00790284"/>
    <w:rsid w:val="00790ADC"/>
    <w:rsid w:val="00793D18"/>
    <w:rsid w:val="00796B61"/>
    <w:rsid w:val="00797D11"/>
    <w:rsid w:val="007B3C73"/>
    <w:rsid w:val="007B4C12"/>
    <w:rsid w:val="007B6B86"/>
    <w:rsid w:val="007C113E"/>
    <w:rsid w:val="007C119A"/>
    <w:rsid w:val="007C1267"/>
    <w:rsid w:val="007C12FF"/>
    <w:rsid w:val="007C3104"/>
    <w:rsid w:val="007C4635"/>
    <w:rsid w:val="007C6212"/>
    <w:rsid w:val="007D13AD"/>
    <w:rsid w:val="007E1CB6"/>
    <w:rsid w:val="007F4E45"/>
    <w:rsid w:val="007F506E"/>
    <w:rsid w:val="0080600F"/>
    <w:rsid w:val="00807DD4"/>
    <w:rsid w:val="00815B5B"/>
    <w:rsid w:val="00815FCC"/>
    <w:rsid w:val="00816F88"/>
    <w:rsid w:val="00817243"/>
    <w:rsid w:val="00824BBB"/>
    <w:rsid w:val="00825988"/>
    <w:rsid w:val="008260B8"/>
    <w:rsid w:val="008341B4"/>
    <w:rsid w:val="00836D48"/>
    <w:rsid w:val="00837CE3"/>
    <w:rsid w:val="00844BDD"/>
    <w:rsid w:val="00847923"/>
    <w:rsid w:val="0085281D"/>
    <w:rsid w:val="00853C24"/>
    <w:rsid w:val="008546CA"/>
    <w:rsid w:val="00860593"/>
    <w:rsid w:val="00861E68"/>
    <w:rsid w:val="008623F4"/>
    <w:rsid w:val="008701D9"/>
    <w:rsid w:val="00875221"/>
    <w:rsid w:val="0087667E"/>
    <w:rsid w:val="00885FBC"/>
    <w:rsid w:val="00886799"/>
    <w:rsid w:val="00886B85"/>
    <w:rsid w:val="008905D7"/>
    <w:rsid w:val="00890A13"/>
    <w:rsid w:val="00893B72"/>
    <w:rsid w:val="00894EC7"/>
    <w:rsid w:val="00896F56"/>
    <w:rsid w:val="008A62EE"/>
    <w:rsid w:val="008B0B50"/>
    <w:rsid w:val="008B2F82"/>
    <w:rsid w:val="008B4E9E"/>
    <w:rsid w:val="008B7CA1"/>
    <w:rsid w:val="008C510A"/>
    <w:rsid w:val="008D0059"/>
    <w:rsid w:val="008D099B"/>
    <w:rsid w:val="008D09A7"/>
    <w:rsid w:val="008D1F06"/>
    <w:rsid w:val="008D38F5"/>
    <w:rsid w:val="008E180D"/>
    <w:rsid w:val="008E3907"/>
    <w:rsid w:val="008E7971"/>
    <w:rsid w:val="008F19F7"/>
    <w:rsid w:val="0090153B"/>
    <w:rsid w:val="009027F4"/>
    <w:rsid w:val="00902AE8"/>
    <w:rsid w:val="009037C2"/>
    <w:rsid w:val="00904E3F"/>
    <w:rsid w:val="00905574"/>
    <w:rsid w:val="00911088"/>
    <w:rsid w:val="009115F4"/>
    <w:rsid w:val="00912AFD"/>
    <w:rsid w:val="00920884"/>
    <w:rsid w:val="00922E0D"/>
    <w:rsid w:val="009248C2"/>
    <w:rsid w:val="00930935"/>
    <w:rsid w:val="00930D0D"/>
    <w:rsid w:val="00933255"/>
    <w:rsid w:val="00935EBA"/>
    <w:rsid w:val="00936441"/>
    <w:rsid w:val="00940CAD"/>
    <w:rsid w:val="00940E08"/>
    <w:rsid w:val="009507CF"/>
    <w:rsid w:val="00951886"/>
    <w:rsid w:val="00951AFA"/>
    <w:rsid w:val="0095460C"/>
    <w:rsid w:val="009606DA"/>
    <w:rsid w:val="00963920"/>
    <w:rsid w:val="00971542"/>
    <w:rsid w:val="009739A3"/>
    <w:rsid w:val="00973E69"/>
    <w:rsid w:val="00974264"/>
    <w:rsid w:val="009748A5"/>
    <w:rsid w:val="00977EC9"/>
    <w:rsid w:val="00980E3E"/>
    <w:rsid w:val="00982268"/>
    <w:rsid w:val="00986913"/>
    <w:rsid w:val="00992E26"/>
    <w:rsid w:val="009A524B"/>
    <w:rsid w:val="009A56FD"/>
    <w:rsid w:val="009A5B3A"/>
    <w:rsid w:val="009A734F"/>
    <w:rsid w:val="009A762B"/>
    <w:rsid w:val="009B025A"/>
    <w:rsid w:val="009B0E97"/>
    <w:rsid w:val="009B1C01"/>
    <w:rsid w:val="009B1DDE"/>
    <w:rsid w:val="009B48BE"/>
    <w:rsid w:val="009B63D4"/>
    <w:rsid w:val="009B7A33"/>
    <w:rsid w:val="009C65E3"/>
    <w:rsid w:val="009C7139"/>
    <w:rsid w:val="009C7F45"/>
    <w:rsid w:val="009D0B42"/>
    <w:rsid w:val="009D4619"/>
    <w:rsid w:val="009E1008"/>
    <w:rsid w:val="009E1515"/>
    <w:rsid w:val="009E15E4"/>
    <w:rsid w:val="009F0201"/>
    <w:rsid w:val="009F0D8E"/>
    <w:rsid w:val="009F2D95"/>
    <w:rsid w:val="009F3375"/>
    <w:rsid w:val="009F4407"/>
    <w:rsid w:val="009F480A"/>
    <w:rsid w:val="009F4CF5"/>
    <w:rsid w:val="009F7E2C"/>
    <w:rsid w:val="00A002BA"/>
    <w:rsid w:val="00A0111A"/>
    <w:rsid w:val="00A11356"/>
    <w:rsid w:val="00A11D06"/>
    <w:rsid w:val="00A1279A"/>
    <w:rsid w:val="00A13381"/>
    <w:rsid w:val="00A1367B"/>
    <w:rsid w:val="00A1431C"/>
    <w:rsid w:val="00A154F2"/>
    <w:rsid w:val="00A156EC"/>
    <w:rsid w:val="00A15FF0"/>
    <w:rsid w:val="00A21EAD"/>
    <w:rsid w:val="00A2227C"/>
    <w:rsid w:val="00A231A5"/>
    <w:rsid w:val="00A237D0"/>
    <w:rsid w:val="00A23F35"/>
    <w:rsid w:val="00A2531B"/>
    <w:rsid w:val="00A274D6"/>
    <w:rsid w:val="00A36802"/>
    <w:rsid w:val="00A4274C"/>
    <w:rsid w:val="00A51430"/>
    <w:rsid w:val="00A558BA"/>
    <w:rsid w:val="00A55D34"/>
    <w:rsid w:val="00A61A0F"/>
    <w:rsid w:val="00A6674F"/>
    <w:rsid w:val="00A703F5"/>
    <w:rsid w:val="00A70F34"/>
    <w:rsid w:val="00A71776"/>
    <w:rsid w:val="00A72DA2"/>
    <w:rsid w:val="00A7379E"/>
    <w:rsid w:val="00A74DE7"/>
    <w:rsid w:val="00A82625"/>
    <w:rsid w:val="00A82996"/>
    <w:rsid w:val="00A8330C"/>
    <w:rsid w:val="00A9253D"/>
    <w:rsid w:val="00A96875"/>
    <w:rsid w:val="00A971FD"/>
    <w:rsid w:val="00AA7108"/>
    <w:rsid w:val="00AA7D51"/>
    <w:rsid w:val="00AB3557"/>
    <w:rsid w:val="00AB5918"/>
    <w:rsid w:val="00AC0DDF"/>
    <w:rsid w:val="00AC2E7B"/>
    <w:rsid w:val="00AD1264"/>
    <w:rsid w:val="00AD28D3"/>
    <w:rsid w:val="00AD6FA7"/>
    <w:rsid w:val="00AE09CD"/>
    <w:rsid w:val="00AE6E7B"/>
    <w:rsid w:val="00AF0E22"/>
    <w:rsid w:val="00AF15E9"/>
    <w:rsid w:val="00AF6559"/>
    <w:rsid w:val="00AF677D"/>
    <w:rsid w:val="00B01922"/>
    <w:rsid w:val="00B07199"/>
    <w:rsid w:val="00B07EF6"/>
    <w:rsid w:val="00B1670A"/>
    <w:rsid w:val="00B175C6"/>
    <w:rsid w:val="00B20098"/>
    <w:rsid w:val="00B24938"/>
    <w:rsid w:val="00B26372"/>
    <w:rsid w:val="00B32AD1"/>
    <w:rsid w:val="00B3397A"/>
    <w:rsid w:val="00B37426"/>
    <w:rsid w:val="00B45A90"/>
    <w:rsid w:val="00B62EC7"/>
    <w:rsid w:val="00B6746F"/>
    <w:rsid w:val="00B718B6"/>
    <w:rsid w:val="00B74712"/>
    <w:rsid w:val="00B74995"/>
    <w:rsid w:val="00B8222A"/>
    <w:rsid w:val="00B85585"/>
    <w:rsid w:val="00B9440F"/>
    <w:rsid w:val="00B970A4"/>
    <w:rsid w:val="00BA2589"/>
    <w:rsid w:val="00BA35C2"/>
    <w:rsid w:val="00BA56BB"/>
    <w:rsid w:val="00BB24CC"/>
    <w:rsid w:val="00BB3EDE"/>
    <w:rsid w:val="00BB5B66"/>
    <w:rsid w:val="00BB6922"/>
    <w:rsid w:val="00BC1EC6"/>
    <w:rsid w:val="00BC2238"/>
    <w:rsid w:val="00BC6763"/>
    <w:rsid w:val="00BD2ECE"/>
    <w:rsid w:val="00BD6CE2"/>
    <w:rsid w:val="00BE0F5C"/>
    <w:rsid w:val="00BE166A"/>
    <w:rsid w:val="00BE3AF6"/>
    <w:rsid w:val="00BE562B"/>
    <w:rsid w:val="00BF0634"/>
    <w:rsid w:val="00BF2AFD"/>
    <w:rsid w:val="00BF3400"/>
    <w:rsid w:val="00BF5696"/>
    <w:rsid w:val="00C00AA0"/>
    <w:rsid w:val="00C0196B"/>
    <w:rsid w:val="00C02176"/>
    <w:rsid w:val="00C04802"/>
    <w:rsid w:val="00C06C9A"/>
    <w:rsid w:val="00C124DC"/>
    <w:rsid w:val="00C17DE0"/>
    <w:rsid w:val="00C24BEA"/>
    <w:rsid w:val="00C26735"/>
    <w:rsid w:val="00C26BD9"/>
    <w:rsid w:val="00C31CE6"/>
    <w:rsid w:val="00C3439C"/>
    <w:rsid w:val="00C3454E"/>
    <w:rsid w:val="00C357AD"/>
    <w:rsid w:val="00C4303C"/>
    <w:rsid w:val="00C43316"/>
    <w:rsid w:val="00C47879"/>
    <w:rsid w:val="00C511B5"/>
    <w:rsid w:val="00C515C2"/>
    <w:rsid w:val="00C52445"/>
    <w:rsid w:val="00C55074"/>
    <w:rsid w:val="00C56D49"/>
    <w:rsid w:val="00C57EDA"/>
    <w:rsid w:val="00C6034B"/>
    <w:rsid w:val="00C6417B"/>
    <w:rsid w:val="00C64F6F"/>
    <w:rsid w:val="00C713D0"/>
    <w:rsid w:val="00C735EE"/>
    <w:rsid w:val="00C746D7"/>
    <w:rsid w:val="00C75C56"/>
    <w:rsid w:val="00C81175"/>
    <w:rsid w:val="00C832D7"/>
    <w:rsid w:val="00C84FB3"/>
    <w:rsid w:val="00C8551C"/>
    <w:rsid w:val="00C85A7C"/>
    <w:rsid w:val="00C91564"/>
    <w:rsid w:val="00C91AF0"/>
    <w:rsid w:val="00C92509"/>
    <w:rsid w:val="00C9395E"/>
    <w:rsid w:val="00C960B1"/>
    <w:rsid w:val="00C97EA2"/>
    <w:rsid w:val="00CA0F47"/>
    <w:rsid w:val="00CA16F5"/>
    <w:rsid w:val="00CA22A7"/>
    <w:rsid w:val="00CA3A3B"/>
    <w:rsid w:val="00CA643C"/>
    <w:rsid w:val="00CA71C3"/>
    <w:rsid w:val="00CB0489"/>
    <w:rsid w:val="00CB07C1"/>
    <w:rsid w:val="00CC2BBF"/>
    <w:rsid w:val="00CC3909"/>
    <w:rsid w:val="00CC5D7C"/>
    <w:rsid w:val="00CD1170"/>
    <w:rsid w:val="00CD1902"/>
    <w:rsid w:val="00CD3509"/>
    <w:rsid w:val="00CD4EE7"/>
    <w:rsid w:val="00CE5C26"/>
    <w:rsid w:val="00D006D1"/>
    <w:rsid w:val="00D053C1"/>
    <w:rsid w:val="00D12C5C"/>
    <w:rsid w:val="00D15A16"/>
    <w:rsid w:val="00D17D31"/>
    <w:rsid w:val="00D20E60"/>
    <w:rsid w:val="00D215AE"/>
    <w:rsid w:val="00D368F7"/>
    <w:rsid w:val="00D441DA"/>
    <w:rsid w:val="00D500CA"/>
    <w:rsid w:val="00D51B4A"/>
    <w:rsid w:val="00D562D4"/>
    <w:rsid w:val="00D63566"/>
    <w:rsid w:val="00D64035"/>
    <w:rsid w:val="00D65EFE"/>
    <w:rsid w:val="00D72194"/>
    <w:rsid w:val="00D73D0D"/>
    <w:rsid w:val="00D76EAB"/>
    <w:rsid w:val="00D805E7"/>
    <w:rsid w:val="00D83D59"/>
    <w:rsid w:val="00D861D1"/>
    <w:rsid w:val="00D866A6"/>
    <w:rsid w:val="00D87080"/>
    <w:rsid w:val="00D90DEF"/>
    <w:rsid w:val="00D94916"/>
    <w:rsid w:val="00D9557D"/>
    <w:rsid w:val="00D97375"/>
    <w:rsid w:val="00DA0039"/>
    <w:rsid w:val="00DA3209"/>
    <w:rsid w:val="00DA4CC2"/>
    <w:rsid w:val="00DA544A"/>
    <w:rsid w:val="00DA75F5"/>
    <w:rsid w:val="00DB0FE5"/>
    <w:rsid w:val="00DC15D2"/>
    <w:rsid w:val="00DC5F62"/>
    <w:rsid w:val="00DC79DB"/>
    <w:rsid w:val="00DD284F"/>
    <w:rsid w:val="00DD2B42"/>
    <w:rsid w:val="00DD3D46"/>
    <w:rsid w:val="00DD4603"/>
    <w:rsid w:val="00DD6042"/>
    <w:rsid w:val="00DF5D25"/>
    <w:rsid w:val="00DF7771"/>
    <w:rsid w:val="00E00019"/>
    <w:rsid w:val="00E021DB"/>
    <w:rsid w:val="00E1331E"/>
    <w:rsid w:val="00E16BDE"/>
    <w:rsid w:val="00E22B3C"/>
    <w:rsid w:val="00E23805"/>
    <w:rsid w:val="00E26A99"/>
    <w:rsid w:val="00E31DE1"/>
    <w:rsid w:val="00E32780"/>
    <w:rsid w:val="00E32BE1"/>
    <w:rsid w:val="00E3520B"/>
    <w:rsid w:val="00E3595C"/>
    <w:rsid w:val="00E45A6C"/>
    <w:rsid w:val="00E45B68"/>
    <w:rsid w:val="00E45CAA"/>
    <w:rsid w:val="00E47CDB"/>
    <w:rsid w:val="00E47D10"/>
    <w:rsid w:val="00E52BD3"/>
    <w:rsid w:val="00E539C2"/>
    <w:rsid w:val="00E54523"/>
    <w:rsid w:val="00E55BDF"/>
    <w:rsid w:val="00E601C4"/>
    <w:rsid w:val="00E61A4A"/>
    <w:rsid w:val="00E61CFC"/>
    <w:rsid w:val="00E621AF"/>
    <w:rsid w:val="00E70C31"/>
    <w:rsid w:val="00E724AC"/>
    <w:rsid w:val="00E749A4"/>
    <w:rsid w:val="00E764E7"/>
    <w:rsid w:val="00E7694A"/>
    <w:rsid w:val="00E8204C"/>
    <w:rsid w:val="00E902D7"/>
    <w:rsid w:val="00E90BBB"/>
    <w:rsid w:val="00E94AA8"/>
    <w:rsid w:val="00EA53FB"/>
    <w:rsid w:val="00EA56B8"/>
    <w:rsid w:val="00EB103F"/>
    <w:rsid w:val="00EB480E"/>
    <w:rsid w:val="00EB5B30"/>
    <w:rsid w:val="00EC0FAD"/>
    <w:rsid w:val="00EC2BEC"/>
    <w:rsid w:val="00EC7314"/>
    <w:rsid w:val="00ED3D4F"/>
    <w:rsid w:val="00EE2351"/>
    <w:rsid w:val="00EE3B72"/>
    <w:rsid w:val="00EF1F5F"/>
    <w:rsid w:val="00EF2C6F"/>
    <w:rsid w:val="00F00865"/>
    <w:rsid w:val="00F02345"/>
    <w:rsid w:val="00F03065"/>
    <w:rsid w:val="00F031C2"/>
    <w:rsid w:val="00F067F0"/>
    <w:rsid w:val="00F06E10"/>
    <w:rsid w:val="00F117A7"/>
    <w:rsid w:val="00F20733"/>
    <w:rsid w:val="00F21227"/>
    <w:rsid w:val="00F26896"/>
    <w:rsid w:val="00F27585"/>
    <w:rsid w:val="00F340FF"/>
    <w:rsid w:val="00F353AA"/>
    <w:rsid w:val="00F36D06"/>
    <w:rsid w:val="00F40AB4"/>
    <w:rsid w:val="00F42938"/>
    <w:rsid w:val="00F45695"/>
    <w:rsid w:val="00F45A15"/>
    <w:rsid w:val="00F46004"/>
    <w:rsid w:val="00F55246"/>
    <w:rsid w:val="00F654D1"/>
    <w:rsid w:val="00F6772D"/>
    <w:rsid w:val="00F703A5"/>
    <w:rsid w:val="00F8072F"/>
    <w:rsid w:val="00F86AD7"/>
    <w:rsid w:val="00F92B15"/>
    <w:rsid w:val="00F936F3"/>
    <w:rsid w:val="00F95386"/>
    <w:rsid w:val="00F97BFC"/>
    <w:rsid w:val="00FA5DF5"/>
    <w:rsid w:val="00FB07CB"/>
    <w:rsid w:val="00FB0BEB"/>
    <w:rsid w:val="00FB1BE0"/>
    <w:rsid w:val="00FB2FAD"/>
    <w:rsid w:val="00FB4B0C"/>
    <w:rsid w:val="00FD54E2"/>
    <w:rsid w:val="00FD5BA6"/>
    <w:rsid w:val="00FD5D84"/>
    <w:rsid w:val="00FD66BB"/>
    <w:rsid w:val="00FD7F36"/>
    <w:rsid w:val="00FE294E"/>
    <w:rsid w:val="00FE3B19"/>
    <w:rsid w:val="00FE600A"/>
    <w:rsid w:val="00FF1782"/>
    <w:rsid w:val="00FF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277C70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semiHidden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CharCharDiagramaDiagramaCharChar">
    <w:name w:val="Diagrama Diagrama1 Char Char Diagrama Diagrama Char Char"/>
    <w:basedOn w:val="prastasis"/>
    <w:rsid w:val="00C04802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grindinistekstas">
    <w:name w:val="Body Text"/>
    <w:basedOn w:val="prastasis"/>
    <w:link w:val="PagrindinistekstasDiagrama"/>
    <w:unhideWhenUsed/>
    <w:rsid w:val="00EF2C6F"/>
    <w:pPr>
      <w:spacing w:before="100" w:beforeAutospacing="1" w:after="100" w:afterAutospacing="1"/>
    </w:pPr>
  </w:style>
  <w:style w:type="character" w:customStyle="1" w:styleId="PagrindinistekstasDiagrama">
    <w:name w:val="Pagrindinis tekstas Diagrama"/>
    <w:link w:val="Pagrindinistekstas"/>
    <w:rsid w:val="00EF2C6F"/>
    <w:rPr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598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Sraopastraipa">
    <w:name w:val="List Paragraph"/>
    <w:basedOn w:val="prastasis"/>
    <w:uiPriority w:val="34"/>
    <w:qFormat/>
    <w:rsid w:val="00530F82"/>
    <w:pPr>
      <w:ind w:left="720"/>
      <w:contextualSpacing/>
    </w:pPr>
    <w:rPr>
      <w:szCs w:val="20"/>
      <w:lang w:eastAsia="en-US"/>
    </w:rPr>
  </w:style>
  <w:style w:type="character" w:styleId="Hipersaitas">
    <w:name w:val="Hyperlink"/>
    <w:rsid w:val="00FB0BEB"/>
    <w:rPr>
      <w:color w:val="0000FF"/>
      <w:u w:val="single"/>
    </w:rPr>
  </w:style>
  <w:style w:type="paragraph" w:styleId="Paprastasistekstas">
    <w:name w:val="Plain Text"/>
    <w:basedOn w:val="prastasis"/>
    <w:link w:val="PaprastasistekstasDiagrama"/>
    <w:unhideWhenUsed/>
    <w:rsid w:val="00FB0BEB"/>
    <w:pPr>
      <w:spacing w:before="100" w:beforeAutospacing="1" w:after="100" w:afterAutospacing="1"/>
    </w:pPr>
  </w:style>
  <w:style w:type="character" w:customStyle="1" w:styleId="PaprastasistekstasDiagrama">
    <w:name w:val="Paprastasis tekstas Diagrama"/>
    <w:link w:val="Paprastasistekstas"/>
    <w:rsid w:val="00FB0BEB"/>
    <w:rPr>
      <w:sz w:val="24"/>
      <w:szCs w:val="24"/>
    </w:rPr>
  </w:style>
  <w:style w:type="paragraph" w:customStyle="1" w:styleId="CharChar">
    <w:name w:val="Char Char"/>
    <w:basedOn w:val="prastasis"/>
    <w:semiHidden/>
    <w:rsid w:val="00FB0BEB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efault">
    <w:name w:val="Default"/>
    <w:rsid w:val="00C713D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">
    <w:name w:val="bodytext"/>
    <w:basedOn w:val="prastasis"/>
    <w:rsid w:val="004D1E8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2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13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45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3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87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598D1-39EB-4561-BC0E-9D0F4BEC7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D9477AC7</Template>
  <TotalTime>5</TotalTime>
  <Pages>1</Pages>
  <Words>235</Words>
  <Characters>1723</Characters>
  <Application>Microsoft Office Word</Application>
  <DocSecurity>0</DocSecurity>
  <Lines>14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Jovita Šumskienė</cp:lastModifiedBy>
  <cp:revision>7</cp:revision>
  <cp:lastPrinted>2017-04-25T10:48:00Z</cp:lastPrinted>
  <dcterms:created xsi:type="dcterms:W3CDTF">2020-06-09T12:50:00Z</dcterms:created>
  <dcterms:modified xsi:type="dcterms:W3CDTF">2020-06-25T12:36:00Z</dcterms:modified>
</cp:coreProperties>
</file>